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C42" w:rsidRDefault="007B6C42" w:rsidP="005B7630">
      <w:pPr>
        <w:pStyle w:val="NoSpacing"/>
        <w:rPr>
          <w:noProof/>
          <w:lang w:eastAsia="fr-FR"/>
        </w:rPr>
      </w:pPr>
    </w:p>
    <w:p w:rsidR="007B6C42" w:rsidRDefault="007B6C42" w:rsidP="005B7630">
      <w:pPr>
        <w:pStyle w:val="NoSpacing"/>
        <w:rPr>
          <w:noProof/>
          <w:lang w:eastAsia="fr-FR"/>
        </w:rPr>
      </w:pPr>
    </w:p>
    <w:p w:rsidR="007B6C42" w:rsidRDefault="007B6C42" w:rsidP="005B7630">
      <w:pPr>
        <w:pStyle w:val="NoSpacing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77pt;margin-top:9pt;width:341pt;height:27.15pt;z-index:251655680" fillcolor="#c37205" stroked="f">
            <v:textbox>
              <w:txbxContent>
                <w:p w:rsidR="007B6C42" w:rsidRPr="00CB2CB5" w:rsidRDefault="007B6C42" w:rsidP="00A42E16">
                  <w:pPr>
                    <w:spacing w:line="240" w:lineRule="auto"/>
                    <w:jc w:val="center"/>
                    <w:rPr>
                      <w:color w:val="FFFFFF"/>
                      <w:sz w:val="28"/>
                      <w:szCs w:val="28"/>
                    </w:rPr>
                  </w:pPr>
                  <w:r w:rsidRPr="00CB2CB5">
                    <w:rPr>
                      <w:color w:val="FFFFFF"/>
                      <w:sz w:val="28"/>
                      <w:szCs w:val="28"/>
                    </w:rPr>
                    <w:t xml:space="preserve">Déterminer </w:t>
                  </w:r>
                  <w:r>
                    <w:rPr>
                      <w:color w:val="FFFFFF"/>
                      <w:sz w:val="28"/>
                      <w:szCs w:val="28"/>
                    </w:rPr>
                    <w:t xml:space="preserve">les </w:t>
                  </w:r>
                  <w:r w:rsidRPr="00CB2CB5">
                    <w:rPr>
                      <w:color w:val="FFFFFF"/>
                      <w:sz w:val="28"/>
                      <w:szCs w:val="28"/>
                    </w:rPr>
                    <w:t>Vm et Km d’une enzyme avec LoggerPro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me 16" o:spid="_x0000_i1028" type="#_x0000_t75" style="width:6in;height:97.5pt;visibility:visible" o:gfxdata="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">
            <v:imagedata r:id="rId7" o:title=""/>
            <o:lock v:ext="edit" aspectratio="f"/>
          </v:shape>
        </w:pict>
      </w:r>
    </w:p>
    <w:p w:rsidR="007B6C42" w:rsidRDefault="007B6C42" w:rsidP="005B7630">
      <w:pPr>
        <w:pStyle w:val="NoSpacing"/>
      </w:pPr>
    </w:p>
    <w:p w:rsidR="007B6C42" w:rsidRDefault="007B6C42" w:rsidP="005B7630">
      <w:pPr>
        <w:pStyle w:val="NoSpacing"/>
      </w:pPr>
    </w:p>
    <w:p w:rsidR="007B6C42" w:rsidRDefault="007B6C42" w:rsidP="005B7630">
      <w:pPr>
        <w:pStyle w:val="NoSpacing"/>
      </w:pPr>
    </w:p>
    <w:p w:rsidR="007B6C42" w:rsidRDefault="007B6C42" w:rsidP="00CB21CE">
      <w:pPr>
        <w:pStyle w:val="NoSpacing"/>
      </w:pPr>
      <w:r>
        <w:rPr>
          <w:noProof/>
          <w:lang w:eastAsia="fr-FR"/>
        </w:rPr>
        <w:pict>
          <v:shape id="_x0000_s1031" type="#_x0000_t202" style="position:absolute;margin-left:61.1pt;margin-top:217.65pt;width:367.9pt;height:45pt;z-index:251661824" stroked="f">
            <v:textbox>
              <w:txbxContent>
                <w:p w:rsidR="007B6C42" w:rsidRPr="002B1768" w:rsidRDefault="007B6C42" w:rsidP="00C20756">
                  <w:pPr>
                    <w:rPr>
                      <w:sz w:val="18"/>
                      <w:szCs w:val="18"/>
                    </w:rPr>
                  </w:pPr>
                  <w:r w:rsidRPr="002B1768">
                    <w:rPr>
                      <w:sz w:val="18"/>
                      <w:szCs w:val="18"/>
                    </w:rPr>
                    <w:t>3.2 Distinguer une simulation ou une modélisation de la</w:t>
                  </w:r>
                  <w:r>
                    <w:rPr>
                      <w:sz w:val="18"/>
                      <w:szCs w:val="18"/>
                    </w:rPr>
                    <w:t xml:space="preserve"> réalité lors du traitement des </w:t>
                  </w:r>
                  <w:r w:rsidRPr="002B1768">
                    <w:rPr>
                      <w:sz w:val="18"/>
                      <w:szCs w:val="18"/>
                    </w:rPr>
                    <w:t>données[…] Identifier la nature des modèles employés et leurs limites de validité</w:t>
                  </w:r>
                  <w:r>
                    <w:rPr>
                      <w:sz w:val="18"/>
                      <w:szCs w:val="18"/>
                    </w:rPr>
                    <w:br/>
                    <w:t>3.7 Choisir des types de représentation adaptés à l’information à traiter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2" type="#_x0000_t202" style="position:absolute;margin-left:66pt;margin-top:148.95pt;width:357.5pt;height:45pt;z-index:251660800" stroked="f">
            <v:textbox>
              <w:txbxContent>
                <w:p w:rsidR="007B6C42" w:rsidRPr="0067788B" w:rsidRDefault="007B6C42" w:rsidP="0067788B">
                  <w:r>
                    <w:t>http://www.calibration.fr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202" style="position:absolute;margin-left:66pt;margin-top:292.95pt;width:357.5pt;height:45pt;z-index:251657728" stroked="f">
            <v:textbox>
              <w:txbxContent>
                <w:p w:rsidR="007B6C42" w:rsidRDefault="007B6C42" w:rsidP="0046219F">
                  <w:r>
                    <w:t>Un poste informatique par groupe</w:t>
                  </w:r>
                  <w:r>
                    <w:br/>
                    <w:t>Le logiciel LoggerPro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4" type="#_x0000_t202" style="position:absolute;margin-left:71.5pt;margin-top:76.95pt;width:357.5pt;height:45pt;z-index:251656704" stroked="f">
            <v:textbox>
              <w:txbxContent>
                <w:p w:rsidR="007B6C42" w:rsidRDefault="007B6C42" w:rsidP="009F04DA">
                  <w:r>
                    <w:t>Activité technologique de la série option biotechnologie</w:t>
                  </w:r>
                  <w:r>
                    <w:br/>
                    <w:t>Projet technologique accompagné (PTA) de la série STL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5" type="#_x0000_t202" style="position:absolute;margin-left:71.5pt;margin-top:5.65pt;width:357.5pt;height:45pt;z-index:251654656" stroked="f">
            <v:textbox>
              <w:txbxContent>
                <w:p w:rsidR="007B6C42" w:rsidRDefault="007B6C42">
                  <w:r>
                    <w:br/>
                    <w:t>Terminale STL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Diagramme 2" o:spid="_x0000_i1029" type="#_x0000_t75" style="width:432.75pt;height:372.7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">
            <v:imagedata r:id="rId8" o:title=""/>
            <o:lock v:ext="edit" aspectratio="f"/>
          </v:shape>
        </w:pict>
      </w:r>
    </w:p>
    <w:p w:rsidR="007B6C42" w:rsidRDefault="007B6C42" w:rsidP="00CB21CE">
      <w:pPr>
        <w:pStyle w:val="NoSpacing"/>
      </w:pPr>
    </w:p>
    <w:p w:rsidR="007B6C42" w:rsidRPr="00A61FDB" w:rsidRDefault="007B6C42" w:rsidP="00CB21CE">
      <w:pPr>
        <w:pStyle w:val="NoSpacing"/>
        <w:rPr>
          <w:u w:val="single"/>
        </w:rPr>
      </w:pPr>
      <w:r w:rsidRPr="00A61FDB">
        <w:rPr>
          <w:u w:val="single"/>
        </w:rPr>
        <w:t xml:space="preserve">Mots clés : </w:t>
      </w:r>
      <w:r w:rsidRPr="00A61FDB">
        <w:t xml:space="preserve"> </w:t>
      </w:r>
      <w:r>
        <w:t>enzyme, Michaelis Menten, linéarisation, Lineweaver Burk, double inverse, régression, paramètres, Vm, Km.</w:t>
      </w:r>
    </w:p>
    <w:p w:rsidR="007B6C42" w:rsidRDefault="007B6C42" w:rsidP="00CB21CE">
      <w:pPr>
        <w:pStyle w:val="NoSpacing"/>
      </w:pPr>
    </w:p>
    <w:p w:rsidR="007B6C42" w:rsidRPr="00952CBE" w:rsidRDefault="007B6C42" w:rsidP="00CB21CE">
      <w:pPr>
        <w:pStyle w:val="NoSpacing"/>
        <w:rPr>
          <w:u w:val="single"/>
        </w:rPr>
      </w:pPr>
      <w:r w:rsidRPr="00952CBE">
        <w:rPr>
          <w:u w:val="single"/>
        </w:rPr>
        <w:t>Approfondir :</w:t>
      </w:r>
      <w:r w:rsidRPr="00EB2719">
        <w:t xml:space="preserve"> On peut envisager</w:t>
      </w:r>
      <w:r w:rsidRPr="006A1777">
        <w:t xml:space="preserve"> de réutiliser </w:t>
      </w:r>
      <w:r>
        <w:t>les compétences développées</w:t>
      </w:r>
      <w:r w:rsidRPr="006A1777">
        <w:t xml:space="preserve"> pour traiter</w:t>
      </w:r>
      <w:r>
        <w:t xml:space="preserve"> des données expérimentales obtenues dans le cadre d’une activité technologique d’enzymologie</w:t>
      </w: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  <w:r>
        <w:rPr>
          <w:noProof/>
          <w:lang w:eastAsia="fr-FR"/>
        </w:rPr>
        <w:pict>
          <v:shape id="_x0000_s1036" type="#_x0000_t202" style="position:absolute;margin-left:82.5pt;margin-top:4.7pt;width:16.5pt;height:23.3pt;z-index:251658752" filled="f" stroked="f">
            <v:textbox>
              <w:txbxContent>
                <w:p w:rsidR="007B6C42" w:rsidRPr="00594C92" w:rsidRDefault="007B6C42" w:rsidP="00594C92">
                  <w:pPr>
                    <w:rPr>
                      <w:color w:val="FFFFFF"/>
                      <w:sz w:val="32"/>
                      <w:szCs w:val="32"/>
                    </w:rPr>
                  </w:pPr>
                  <w:r w:rsidRPr="00594C92">
                    <w:rPr>
                      <w:color w:val="FFFFFF"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Diagramme 6" o:spid="_x0000_i1030" type="#_x0000_t75" style="width:131.25pt;height:49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">
            <v:imagedata r:id="rId9" o:title=""/>
            <o:lock v:ext="edit" aspectratio="f"/>
          </v:shape>
        </w:pict>
      </w: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  <w:r w:rsidRPr="00803C3E">
        <w:rPr>
          <w:u w:val="single"/>
        </w:rPr>
        <w:t>Objectif :</w:t>
      </w:r>
      <w:r>
        <w:t xml:space="preserve"> </w:t>
      </w:r>
    </w:p>
    <w:p w:rsidR="007B6C42" w:rsidRDefault="007B6C42" w:rsidP="00CB21CE">
      <w:pPr>
        <w:pStyle w:val="NoSpacing"/>
      </w:pPr>
      <w:r>
        <w:t>Déterminer les paramètres cinétiques d’une enzyme Michaelienne en utilisant le tableur grapheur LoggerPro par deux méthodes :</w:t>
      </w:r>
    </w:p>
    <w:p w:rsidR="007B6C42" w:rsidRDefault="007B6C42" w:rsidP="00546A10">
      <w:pPr>
        <w:pStyle w:val="NoSpacing"/>
        <w:numPr>
          <w:ilvl w:val="0"/>
          <w:numId w:val="2"/>
        </w:numPr>
      </w:pPr>
      <w:r>
        <w:t>Une linéarisation en double inverse ;</w:t>
      </w:r>
    </w:p>
    <w:p w:rsidR="007B6C42" w:rsidRDefault="007B6C42" w:rsidP="00546A10">
      <w:pPr>
        <w:pStyle w:val="NoSpacing"/>
        <w:numPr>
          <w:ilvl w:val="0"/>
          <w:numId w:val="2"/>
        </w:numPr>
      </w:pPr>
      <w:r>
        <w:t>Une régression non linéaire qui exploite directement la relation de Michaelis Menten.</w:t>
      </w:r>
    </w:p>
    <w:p w:rsidR="007B6C42" w:rsidRDefault="007B6C42" w:rsidP="00546A10">
      <w:pPr>
        <w:pStyle w:val="NoSpacing"/>
      </w:pPr>
      <w:r>
        <w:t>Comparer les résultats obtenus avec les deux méthodes.</w:t>
      </w:r>
    </w:p>
    <w:p w:rsidR="007B6C42" w:rsidRDefault="007B6C42" w:rsidP="00546A10">
      <w:pPr>
        <w:pStyle w:val="NoSpacing"/>
      </w:pPr>
    </w:p>
    <w:p w:rsidR="007B6C42" w:rsidRDefault="007B6C42" w:rsidP="00CB21CE">
      <w:pPr>
        <w:pStyle w:val="NoSpacing"/>
      </w:pPr>
      <w:r w:rsidRPr="00803C3E">
        <w:rPr>
          <w:u w:val="single"/>
        </w:rPr>
        <w:t>Durée conseillée :</w:t>
      </w:r>
      <w:r>
        <w:t xml:space="preserve"> 2 heures</w:t>
      </w:r>
    </w:p>
    <w:p w:rsidR="007B6C42" w:rsidRDefault="007B6C42" w:rsidP="00CB21CE">
      <w:pPr>
        <w:pStyle w:val="NoSpacing"/>
      </w:pPr>
    </w:p>
    <w:p w:rsidR="007B6C42" w:rsidRPr="00803C3E" w:rsidRDefault="007B6C42" w:rsidP="00CB21CE">
      <w:pPr>
        <w:pStyle w:val="NoSpacing"/>
        <w:rPr>
          <w:u w:val="single"/>
        </w:rPr>
      </w:pPr>
      <w:r w:rsidRPr="00803C3E">
        <w:rPr>
          <w:u w:val="single"/>
        </w:rPr>
        <w:t>Consignes :</w:t>
      </w:r>
    </w:p>
    <w:p w:rsidR="007B6C42" w:rsidRDefault="007B6C42" w:rsidP="00CB21CE">
      <w:pPr>
        <w:pStyle w:val="NoSpacing"/>
      </w:pPr>
      <w:r>
        <w:t>Télécharger la fiche activité ainsi que le guide utilisateur du logiciel LoggerPro afin de les mettre à disposition des élèves.</w:t>
      </w:r>
    </w:p>
    <w:p w:rsidR="007B6C42" w:rsidRDefault="007B6C42" w:rsidP="00CB21CE">
      <w:pPr>
        <w:pStyle w:val="NoSpacing"/>
      </w:pPr>
      <w:r>
        <w:t>L’enseignant peut télécharger les fichiers « prof » qui présentent les résultats attendus de l’activité.</w:t>
      </w:r>
    </w:p>
    <w:p w:rsidR="007B6C42" w:rsidRDefault="007B6C42" w:rsidP="00CB21CE">
      <w:pPr>
        <w:pStyle w:val="NoSpacing"/>
      </w:pPr>
      <w:r>
        <w:t>En respectant les consignes des deux documents, traiter les données expérimentales présentées afin d’en déduire les paramètres cinétiques Vm et Km de la Β galactosidase.</w:t>
      </w: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  <w:r>
        <w:rPr>
          <w:noProof/>
          <w:lang w:eastAsia="fr-FR"/>
        </w:rPr>
        <w:pict>
          <v:shape id="Diagramme 13" o:spid="_x0000_i1031" type="#_x0000_t75" style="width:223.5pt;height:39pt;visibility:visible" o:gfxdata="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">
            <v:imagedata r:id="rId10" o:title="" cropleft="-9408f" cropright="-9333f"/>
            <o:lock v:ext="edit" aspectratio="f"/>
          </v:shape>
        </w:pict>
      </w: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  <w:r>
        <w:rPr>
          <w:noProof/>
          <w:lang w:eastAsia="fr-FR"/>
        </w:rPr>
        <w:pict>
          <v:shape id="_x0000_s1037" type="#_x0000_t202" style="position:absolute;margin-left:0;margin-top:3pt;width:426.1pt;height:133.95pt;z-index:251653632;mso-position-horizontal:center" strokecolor="#c0504d" strokeweight="5pt">
            <v:stroke linestyle="thickThin"/>
            <v:shadow color="#868686"/>
            <v:textbox style="mso-fit-shape-to-text:t">
              <w:txbxContent>
                <w:p w:rsidR="007B6C42" w:rsidRDefault="007B6C42" w:rsidP="00B43969">
                  <w:pPr>
                    <w:jc w:val="both"/>
                  </w:pPr>
                  <w:r>
                    <w:t>1- Traiter les données expérimentales afin d’obtenir la vitesse initiale de l’enzyme et la concentration en substrat dans tous les tubes.</w:t>
                  </w:r>
                </w:p>
                <w:p w:rsidR="007B6C42" w:rsidRDefault="007B6C42" w:rsidP="00B43969">
                  <w:pPr>
                    <w:jc w:val="both"/>
                  </w:pPr>
                  <w:r>
                    <w:t>2- Linéariser par la méthode de Lineweaver Burk pour déterminer le Vm et le Km de l’enzyme.</w:t>
                  </w:r>
                </w:p>
                <w:p w:rsidR="007B6C42" w:rsidRDefault="007B6C42" w:rsidP="00B43969">
                  <w:pPr>
                    <w:jc w:val="both"/>
                  </w:pPr>
                  <w:r>
                    <w:t>3- Déterminer les paramètres cinétiques en utilisant directement l’équation de Michaelis Menten</w:t>
                  </w:r>
                </w:p>
                <w:p w:rsidR="007B6C42" w:rsidRDefault="007B6C42" w:rsidP="00B43969">
                  <w:pPr>
                    <w:jc w:val="both"/>
                  </w:pPr>
                  <w:r>
                    <w:t>4- Comparer les deux méthodes mises en œuvre.</w:t>
                  </w:r>
                </w:p>
              </w:txbxContent>
            </v:textbox>
          </v:shape>
        </w:pict>
      </w: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  <w:pBdr>
          <w:bottom w:val="single" w:sz="12" w:space="1" w:color="auto"/>
        </w:pBdr>
      </w:pPr>
    </w:p>
    <w:p w:rsidR="007B6C42" w:rsidRDefault="007B6C42" w:rsidP="00CB21CE">
      <w:pPr>
        <w:pStyle w:val="NoSpacing"/>
        <w:pBdr>
          <w:bottom w:val="single" w:sz="12" w:space="1" w:color="auto"/>
        </w:pBdr>
      </w:pPr>
    </w:p>
    <w:p w:rsidR="007B6C42" w:rsidRDefault="007B6C42" w:rsidP="00CB21CE">
      <w:pPr>
        <w:pStyle w:val="NoSpacing"/>
        <w:pBdr>
          <w:bottom w:val="single" w:sz="12" w:space="1" w:color="auto"/>
        </w:pBdr>
      </w:pPr>
    </w:p>
    <w:p w:rsidR="007B6C42" w:rsidRDefault="007B6C42" w:rsidP="00CB21CE">
      <w:pPr>
        <w:pStyle w:val="NoSpacing"/>
        <w:pBdr>
          <w:bottom w:val="single" w:sz="12" w:space="1" w:color="auto"/>
        </w:pBdr>
      </w:pPr>
    </w:p>
    <w:p w:rsidR="007B6C42" w:rsidRDefault="007B6C42" w:rsidP="00F055E5">
      <w:pPr>
        <w:pStyle w:val="NoSpacing"/>
        <w:pBdr>
          <w:bottom w:val="single" w:sz="12" w:space="1" w:color="auto"/>
        </w:pBdr>
      </w:pPr>
      <w:r>
        <w:rPr>
          <w:noProof/>
          <w:lang w:eastAsia="fr-FR"/>
        </w:rPr>
        <w:pict>
          <v:shape id="Image 1" o:spid="_x0000_i1032" type="#_x0000_t75" style="width:48pt;height:48pt;visibility:visible">
            <v:imagedata r:id="rId11" o:title=""/>
          </v:shape>
        </w:pict>
      </w:r>
      <w:r w:rsidRPr="00F055E5">
        <w:t xml:space="preserve"> </w:t>
      </w:r>
      <w:r>
        <w:t>Icône pour télécharger la version d’essai de LoggerPro</w:t>
      </w:r>
    </w:p>
    <w:p w:rsidR="007B6C42" w:rsidRDefault="007B6C42" w:rsidP="00CB21CE">
      <w:pPr>
        <w:pStyle w:val="NoSpacing"/>
        <w:pBdr>
          <w:bottom w:val="single" w:sz="12" w:space="1" w:color="auto"/>
        </w:pBdr>
      </w:pPr>
    </w:p>
    <w:p w:rsidR="007B6C42" w:rsidRDefault="007B6C42" w:rsidP="00CB21CE">
      <w:pPr>
        <w:pStyle w:val="NoSpacing"/>
      </w:pPr>
    </w:p>
    <w:p w:rsidR="007B6C42" w:rsidRDefault="007B6C42" w:rsidP="00CB21CE">
      <w:pPr>
        <w:pStyle w:val="NoSpacing"/>
        <w:rPr>
          <w:noProof/>
          <w:lang w:eastAsia="fr-FR"/>
        </w:rPr>
      </w:pPr>
      <w:r>
        <w:rPr>
          <w:noProof/>
          <w:lang w:eastAsia="fr-FR"/>
        </w:rPr>
        <w:pict>
          <v:shape id="_x0000_s1038" type="#_x0000_t202" style="position:absolute;margin-left:77pt;margin-top:8.5pt;width:16.5pt;height:23.3pt;z-index:251659776" filled="f" stroked="f">
            <v:textbox>
              <w:txbxContent>
                <w:p w:rsidR="007B6C42" w:rsidRPr="00594C92" w:rsidRDefault="007B6C42" w:rsidP="0014519C">
                  <w:pPr>
                    <w:rPr>
                      <w:color w:val="FFFFFF"/>
                      <w:sz w:val="32"/>
                      <w:szCs w:val="32"/>
                    </w:rPr>
                  </w:pPr>
                  <w:r>
                    <w:rPr>
                      <w:color w:val="FFFFFF"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</w:p>
    <w:sectPr w:rsidR="007B6C42" w:rsidSect="004576F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C42" w:rsidRDefault="007B6C42" w:rsidP="00CB21CE">
      <w:pPr>
        <w:spacing w:after="0" w:line="240" w:lineRule="auto"/>
      </w:pPr>
      <w:r>
        <w:separator/>
      </w:r>
    </w:p>
  </w:endnote>
  <w:endnote w:type="continuationSeparator" w:id="0">
    <w:p w:rsidR="007B6C42" w:rsidRDefault="007B6C42" w:rsidP="00CB2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0A0"/>
    </w:tblPr>
    <w:tblGrid>
      <w:gridCol w:w="4071"/>
      <w:gridCol w:w="929"/>
      <w:gridCol w:w="4180"/>
    </w:tblGrid>
    <w:tr w:rsidR="007B6C42" w:rsidRPr="0085507B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7B6C42" w:rsidRDefault="007B6C42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B6C42" w:rsidRPr="0085507B" w:rsidRDefault="007B6C42" w:rsidP="00DC788D">
          <w:pPr>
            <w:pStyle w:val="Footer"/>
            <w:rPr>
              <w:b/>
              <w:sz w:val="20"/>
              <w:szCs w:val="20"/>
            </w:rPr>
          </w:pPr>
          <w:r w:rsidRPr="0085507B">
            <w:rPr>
              <w:b/>
              <w:sz w:val="20"/>
              <w:szCs w:val="20"/>
            </w:rPr>
            <w:t xml:space="preserve">Page </w:t>
          </w:r>
          <w:r w:rsidRPr="0085507B">
            <w:rPr>
              <w:b/>
              <w:sz w:val="20"/>
              <w:szCs w:val="20"/>
            </w:rPr>
            <w:fldChar w:fldCharType="begin"/>
          </w:r>
          <w:r w:rsidRPr="0085507B">
            <w:rPr>
              <w:b/>
              <w:sz w:val="20"/>
              <w:szCs w:val="20"/>
            </w:rPr>
            <w:instrText xml:space="preserve"> PAGE  \* MERGEFORMAT </w:instrText>
          </w:r>
          <w:r w:rsidRPr="0085507B">
            <w:rPr>
              <w:b/>
              <w:sz w:val="20"/>
              <w:szCs w:val="20"/>
            </w:rPr>
            <w:fldChar w:fldCharType="separate"/>
          </w:r>
          <w:r>
            <w:rPr>
              <w:b/>
              <w:noProof/>
              <w:sz w:val="20"/>
              <w:szCs w:val="20"/>
            </w:rPr>
            <w:t>1</w:t>
          </w:r>
          <w:r w:rsidRPr="0085507B">
            <w:rPr>
              <w:b/>
              <w:sz w:val="20"/>
              <w:szCs w:val="20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7B6C42" w:rsidRDefault="007B6C42">
          <w:pPr>
            <w:pStyle w:val="Header"/>
            <w:rPr>
              <w:rFonts w:ascii="Cambria" w:hAnsi="Cambria"/>
              <w:b/>
              <w:bCs/>
            </w:rPr>
          </w:pPr>
        </w:p>
      </w:tc>
    </w:tr>
    <w:tr w:rsidR="007B6C42" w:rsidRPr="0085507B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7B6C42" w:rsidRDefault="007B6C42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/>
        </w:tcPr>
        <w:p w:rsidR="007B6C42" w:rsidRDefault="007B6C42">
          <w:pPr>
            <w:pStyle w:val="Header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7B6C42" w:rsidRDefault="007B6C42">
          <w:pPr>
            <w:pStyle w:val="Header"/>
            <w:rPr>
              <w:rFonts w:ascii="Cambria" w:hAnsi="Cambria"/>
              <w:b/>
              <w:bCs/>
            </w:rPr>
          </w:pPr>
        </w:p>
      </w:tc>
    </w:tr>
  </w:tbl>
  <w:p w:rsidR="007B6C42" w:rsidRPr="00DC788D" w:rsidRDefault="007B6C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C42" w:rsidRDefault="007B6C42" w:rsidP="00CB21CE">
      <w:pPr>
        <w:spacing w:after="0" w:line="240" w:lineRule="auto"/>
      </w:pPr>
      <w:r>
        <w:separator/>
      </w:r>
    </w:p>
  </w:footnote>
  <w:footnote w:type="continuationSeparator" w:id="0">
    <w:p w:rsidR="007B6C42" w:rsidRDefault="007B6C42" w:rsidP="00CB2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C42" w:rsidRDefault="007B6C42">
    <w:pPr>
      <w:pStyle w:val="Header"/>
      <w:rPr>
        <w:noProof/>
        <w:lang w:eastAsia="zh-TW"/>
      </w:rPr>
    </w:pPr>
    <w:r>
      <w:rPr>
        <w:noProof/>
        <w:lang w:eastAsia="fr-FR"/>
      </w:rPr>
      <w:pict>
        <v:group id="_x0000_s2049" style="position:absolute;margin-left:0;margin-top:15.3pt;width:566.7pt;height:63.75pt;z-index:251660288;mso-position-horizontal:center;mso-position-horizontal-relative:page;mso-position-vertical-relative:page" coordorigin="330,308" coordsize="11586,835" o:allowincell="f">
          <v:rect id="_x0000_s2050" style="position:absolute;left:377;top:360;width:9346;height:720;mso-position-horizontal-relative:page;mso-position-vertical:center;mso-position-vertical-relative:top-margin-area;v-text-anchor:middle" fillcolor="#e36c0a" stroked="f" strokecolor="white" strokeweight="1.5pt">
            <v:textbox style="mso-next-textbox:#_x0000_s2050">
              <w:txbxContent>
                <w:p w:rsidR="007B6C42" w:rsidRPr="0085507B" w:rsidRDefault="007B6C42">
                  <w:pPr>
                    <w:pStyle w:val="Header"/>
                    <w:rPr>
                      <w:color w:val="FFFFFF"/>
                      <w:sz w:val="28"/>
                      <w:szCs w:val="28"/>
                    </w:rPr>
                  </w:pPr>
                  <w:r w:rsidRPr="00D15201">
                    <w:rPr>
                      <w:noProof/>
                      <w:color w:val="FFFFFF"/>
                      <w:sz w:val="28"/>
                      <w:szCs w:val="28"/>
                      <w:lang w:eastAsia="fr-FR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6" o:spid="_x0000_i1027" type="#_x0000_t75" alt="Person_256.png" style="width:28.5pt;height:28.5pt;visibility:visible">
                        <v:imagedata r:id="rId1" o:title=""/>
                      </v:shape>
                    </w:pict>
                  </w:r>
                  <w:r w:rsidRPr="0085507B">
                    <w:rPr>
                      <w:color w:val="FFFFFF"/>
                      <w:sz w:val="28"/>
                      <w:szCs w:val="28"/>
                    </w:rPr>
                    <w:t xml:space="preserve"> Auteurs du scénario</w:t>
                  </w:r>
                  <w:r>
                    <w:rPr>
                      <w:color w:val="FFFFFF"/>
                      <w:sz w:val="28"/>
                      <w:szCs w:val="28"/>
                    </w:rPr>
                    <w:t> : Matthieu Chosseler</w:t>
                  </w:r>
                </w:p>
              </w:txbxContent>
            </v:textbox>
          </v:rect>
          <v:rect id="_x0000_s2051" style="position:absolute;left:9763;top:360;width:2102;height:720;mso-position-horizontal-relative:page;mso-position-vertical:center;mso-position-vertical-relative:top-margin-area;v-text-anchor:middle" fillcolor="#9bbb59" stroked="f" strokecolor="white" strokeweight="2pt">
            <v:fill color2="#943634"/>
            <v:textbox style="mso-next-textbox:#_x0000_s2051">
              <w:txbxContent>
                <w:p w:rsidR="007B6C42" w:rsidRPr="0085507B" w:rsidRDefault="007B6C42">
                  <w:pPr>
                    <w:pStyle w:val="Header"/>
                    <w:rPr>
                      <w:color w:val="FFFFFF"/>
                      <w:sz w:val="36"/>
                      <w:szCs w:val="36"/>
                    </w:rPr>
                  </w:pPr>
                  <w:r w:rsidRPr="0085507B">
                    <w:rPr>
                      <w:color w:val="FFFFFF"/>
                      <w:sz w:val="36"/>
                      <w:szCs w:val="36"/>
                    </w:rPr>
                    <w:t>Académie</w:t>
                  </w:r>
                  <w:r>
                    <w:rPr>
                      <w:color w:val="FFFFFF"/>
                      <w:sz w:val="36"/>
                      <w:szCs w:val="36"/>
                    </w:rPr>
                    <w:t> : Poitiers</w:t>
                  </w:r>
                </w:p>
              </w:txbxContent>
            </v:textbox>
          </v:rect>
          <v:rect id="_x0000_s2052" style="position:absolute;left:330;top:308;width:11586;height:835;mso-position-horizontal:center;mso-position-horizontal-relative:page;mso-position-vertical:center;mso-position-vertical-relative:top-margin-area" filled="f" strokecolor="#c00000" strokeweight="1.5pt"/>
          <w10:wrap anchorx="page" anchory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B4A72"/>
    <w:multiLevelType w:val="hybridMultilevel"/>
    <w:tmpl w:val="C3F4E2EC"/>
    <w:lvl w:ilvl="0" w:tplc="EFFC35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9B47E2"/>
    <w:multiLevelType w:val="hybridMultilevel"/>
    <w:tmpl w:val="09EAA8DC"/>
    <w:lvl w:ilvl="0" w:tplc="F7D2DB6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219"/>
    <w:rsid w:val="0010078D"/>
    <w:rsid w:val="001443B0"/>
    <w:rsid w:val="0014519C"/>
    <w:rsid w:val="001C3BFB"/>
    <w:rsid w:val="002B1768"/>
    <w:rsid w:val="002B632E"/>
    <w:rsid w:val="002D67AF"/>
    <w:rsid w:val="002E0379"/>
    <w:rsid w:val="002E6BEB"/>
    <w:rsid w:val="0034138B"/>
    <w:rsid w:val="0037159F"/>
    <w:rsid w:val="003D5D56"/>
    <w:rsid w:val="003E77A7"/>
    <w:rsid w:val="003F24E5"/>
    <w:rsid w:val="00420489"/>
    <w:rsid w:val="004553D4"/>
    <w:rsid w:val="004576F6"/>
    <w:rsid w:val="00461E7F"/>
    <w:rsid w:val="0046219F"/>
    <w:rsid w:val="00482AF9"/>
    <w:rsid w:val="00516F93"/>
    <w:rsid w:val="00525F9A"/>
    <w:rsid w:val="0052780A"/>
    <w:rsid w:val="00546A10"/>
    <w:rsid w:val="00594C92"/>
    <w:rsid w:val="005B7630"/>
    <w:rsid w:val="005C0DF9"/>
    <w:rsid w:val="005C3D66"/>
    <w:rsid w:val="005D29C9"/>
    <w:rsid w:val="005E0B02"/>
    <w:rsid w:val="005F49AB"/>
    <w:rsid w:val="00671108"/>
    <w:rsid w:val="0067721C"/>
    <w:rsid w:val="0067788B"/>
    <w:rsid w:val="006A1777"/>
    <w:rsid w:val="006A5334"/>
    <w:rsid w:val="00716594"/>
    <w:rsid w:val="00736236"/>
    <w:rsid w:val="00741C84"/>
    <w:rsid w:val="00774A03"/>
    <w:rsid w:val="007B6C42"/>
    <w:rsid w:val="00803C3E"/>
    <w:rsid w:val="0085507B"/>
    <w:rsid w:val="00856FDE"/>
    <w:rsid w:val="0088222C"/>
    <w:rsid w:val="008A452B"/>
    <w:rsid w:val="008A7F6A"/>
    <w:rsid w:val="00952CBE"/>
    <w:rsid w:val="009F04DA"/>
    <w:rsid w:val="00A039EB"/>
    <w:rsid w:val="00A04901"/>
    <w:rsid w:val="00A06822"/>
    <w:rsid w:val="00A42E16"/>
    <w:rsid w:val="00A61FDB"/>
    <w:rsid w:val="00AA6246"/>
    <w:rsid w:val="00AC41E5"/>
    <w:rsid w:val="00AF0C4B"/>
    <w:rsid w:val="00B23CD5"/>
    <w:rsid w:val="00B43969"/>
    <w:rsid w:val="00BF3ABD"/>
    <w:rsid w:val="00BF5F56"/>
    <w:rsid w:val="00C02298"/>
    <w:rsid w:val="00C16F76"/>
    <w:rsid w:val="00C20756"/>
    <w:rsid w:val="00CB21CE"/>
    <w:rsid w:val="00CB2CB5"/>
    <w:rsid w:val="00CC689A"/>
    <w:rsid w:val="00D102FD"/>
    <w:rsid w:val="00D15201"/>
    <w:rsid w:val="00D5082C"/>
    <w:rsid w:val="00DA4763"/>
    <w:rsid w:val="00DB644A"/>
    <w:rsid w:val="00DC7219"/>
    <w:rsid w:val="00DC788D"/>
    <w:rsid w:val="00DE3031"/>
    <w:rsid w:val="00DF5423"/>
    <w:rsid w:val="00E210FD"/>
    <w:rsid w:val="00E2122C"/>
    <w:rsid w:val="00E42535"/>
    <w:rsid w:val="00E43887"/>
    <w:rsid w:val="00E5196C"/>
    <w:rsid w:val="00E7366D"/>
    <w:rsid w:val="00EB2719"/>
    <w:rsid w:val="00F055E5"/>
    <w:rsid w:val="00F21424"/>
    <w:rsid w:val="00F23022"/>
    <w:rsid w:val="00F31D81"/>
    <w:rsid w:val="00F60416"/>
    <w:rsid w:val="00F64792"/>
    <w:rsid w:val="00F85E88"/>
    <w:rsid w:val="00FC2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2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553D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99"/>
    <w:rsid w:val="005E0B0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NoSpacing">
    <w:name w:val="No Spacing"/>
    <w:link w:val="NoSpacingChar"/>
    <w:uiPriority w:val="99"/>
    <w:qFormat/>
    <w:rsid w:val="005B7630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5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6F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B2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B21C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B2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21CE"/>
    <w:rPr>
      <w:rFonts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B21CE"/>
    <w:rPr>
      <w:rFonts w:cs="Times New Roman"/>
      <w:sz w:val="22"/>
      <w:szCs w:val="22"/>
      <w:lang w:val="fr-FR" w:eastAsia="en-US" w:bidi="ar-SA"/>
    </w:rPr>
  </w:style>
  <w:style w:type="paragraph" w:styleId="ListParagraph">
    <w:name w:val="List Paragraph"/>
    <w:basedOn w:val="Normal"/>
    <w:uiPriority w:val="99"/>
    <w:qFormat/>
    <w:rsid w:val="00DF54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06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1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6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1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180</Words>
  <Characters>991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Auteurs du scénario</dc:title>
  <dc:subject/>
  <dc:creator>BIOCHIMIE</dc:creator>
  <cp:keywords/>
  <dc:description/>
  <cp:lastModifiedBy>Lycée Aliénor d'Aquitaine</cp:lastModifiedBy>
  <cp:revision>13</cp:revision>
  <cp:lastPrinted>2014-01-23T09:47:00Z</cp:lastPrinted>
  <dcterms:created xsi:type="dcterms:W3CDTF">2014-01-23T09:23:00Z</dcterms:created>
  <dcterms:modified xsi:type="dcterms:W3CDTF">2014-01-23T09:49:00Z</dcterms:modified>
</cp:coreProperties>
</file>